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F1CDB" w14:paraId="6F55531E" w14:textId="77777777" w:rsidTr="00552B03">
        <w:tc>
          <w:tcPr>
            <w:tcW w:w="2689" w:type="dxa"/>
          </w:tcPr>
          <w:p w14:paraId="54691E7E" w14:textId="77777777" w:rsidR="003F1CDB" w:rsidRPr="003F1CDB" w:rsidRDefault="003F1CDB" w:rsidP="003F1CDB">
            <w:pPr>
              <w:pStyle w:val="SIText"/>
            </w:pPr>
            <w:bookmarkStart w:id="0" w:name="_Hlk51573542"/>
            <w:r w:rsidRPr="00ED2257">
              <w:t>Release 2</w:t>
            </w:r>
          </w:p>
        </w:tc>
        <w:tc>
          <w:tcPr>
            <w:tcW w:w="6939" w:type="dxa"/>
          </w:tcPr>
          <w:p w14:paraId="5FC3A31C" w14:textId="77777777" w:rsidR="003F1CDB" w:rsidRPr="003F1CDB" w:rsidRDefault="003F1CDB" w:rsidP="003F1CDB">
            <w:pPr>
              <w:pStyle w:val="SIText"/>
            </w:pPr>
            <w:r w:rsidRPr="00ED2257">
              <w:t xml:space="preserve">This version released with AHC Agriculture, Horticulture, Conservation and Land Management Training Package Version </w:t>
            </w:r>
            <w:r w:rsidRPr="003F1CDB">
              <w:t>7.0.</w:t>
            </w:r>
          </w:p>
        </w:tc>
      </w:tr>
      <w:bookmarkEnd w:id="0"/>
      <w:tr w:rsidR="00DA50A8" w14:paraId="6EFE5838" w14:textId="77777777" w:rsidTr="00146EEC">
        <w:tc>
          <w:tcPr>
            <w:tcW w:w="2689" w:type="dxa"/>
          </w:tcPr>
          <w:p w14:paraId="758894CA" w14:textId="7D00ACF7" w:rsidR="00DA50A8" w:rsidRPr="00DA50A8" w:rsidRDefault="00DA50A8" w:rsidP="00DA50A8">
            <w:pPr>
              <w:pStyle w:val="SIText"/>
            </w:pPr>
            <w:r w:rsidRPr="00DA50A8">
              <w:t>Release 1</w:t>
            </w:r>
          </w:p>
        </w:tc>
        <w:tc>
          <w:tcPr>
            <w:tcW w:w="6939" w:type="dxa"/>
          </w:tcPr>
          <w:p w14:paraId="13C1058B" w14:textId="1DF87632" w:rsidR="00DA50A8" w:rsidRPr="00DA50A8" w:rsidRDefault="00DA50A8" w:rsidP="00DA50A8">
            <w:pPr>
              <w:pStyle w:val="SIText"/>
            </w:pPr>
            <w:r w:rsidRPr="00DA50A8">
              <w:t>This version released with AHC Agriculture, Horticulture and Conservation and Land Management Training Package Version 1.0.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1D77CC0A" w:rsidR="00F1480E" w:rsidRPr="000754EC" w:rsidRDefault="00E933B0" w:rsidP="000754EC">
            <w:pPr>
              <w:pStyle w:val="SIUNITCODE"/>
            </w:pPr>
            <w:r>
              <w:t>AHC</w:t>
            </w:r>
            <w:r w:rsidR="00A36156">
              <w:t>LSC</w:t>
            </w:r>
            <w:r w:rsidR="00D7587B">
              <w:t>401</w:t>
            </w:r>
          </w:p>
        </w:tc>
        <w:tc>
          <w:tcPr>
            <w:tcW w:w="3604" w:type="pct"/>
            <w:shd w:val="clear" w:color="auto" w:fill="auto"/>
          </w:tcPr>
          <w:p w14:paraId="68240ED7" w14:textId="0A5F8E38" w:rsidR="00F1480E" w:rsidRPr="000754EC" w:rsidRDefault="00D7587B" w:rsidP="000754EC">
            <w:pPr>
              <w:pStyle w:val="SIUnittitle"/>
            </w:pPr>
            <w:r w:rsidRPr="00D7587B">
              <w:t>Supervise landscape project works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9665C62" w14:textId="15545AA5" w:rsidR="00D7587B" w:rsidRPr="00D7587B" w:rsidRDefault="00D7587B" w:rsidP="00D7587B">
            <w:r w:rsidRPr="00D7587B">
              <w:t xml:space="preserve">This unit of competency describes the skills and knowledge required to </w:t>
            </w:r>
            <w:r w:rsidR="003F1CDB">
              <w:t xml:space="preserve">plan, </w:t>
            </w:r>
            <w:proofErr w:type="gramStart"/>
            <w:r w:rsidR="003F1CDB">
              <w:t>coordinate</w:t>
            </w:r>
            <w:proofErr w:type="gramEnd"/>
            <w:r w:rsidR="003F1CDB">
              <w:t xml:space="preserve"> and </w:t>
            </w:r>
            <w:r w:rsidRPr="00D7587B">
              <w:t>supervise landscape project works.</w:t>
            </w:r>
          </w:p>
          <w:p w14:paraId="3F56AE84" w14:textId="77777777" w:rsidR="00D7587B" w:rsidRDefault="00D7587B" w:rsidP="00D7587B"/>
          <w:p w14:paraId="20191094" w14:textId="65D3DD0B" w:rsidR="00A4555E" w:rsidRDefault="00D7587B" w:rsidP="00D7587B">
            <w:r w:rsidRPr="00D7587B">
              <w:t>Th</w:t>
            </w:r>
            <w:r w:rsidR="003F1CDB">
              <w:t>e</w:t>
            </w:r>
            <w:r w:rsidRPr="00D7587B">
              <w:t xml:space="preserve"> unit applies to individuals who </w:t>
            </w:r>
            <w:r w:rsidR="003F1CDB">
              <w:t xml:space="preserve">apply specialist skills and knowledge to supervising landscape project </w:t>
            </w:r>
            <w:r w:rsidR="00A4555E">
              <w:t xml:space="preserve">works. </w:t>
            </w:r>
            <w:r w:rsidRPr="00D7587B">
              <w:t xml:space="preserve"> </w:t>
            </w:r>
            <w:r w:rsidR="00A4555E">
              <w:t xml:space="preserve">This includes applying and </w:t>
            </w:r>
            <w:r w:rsidRPr="00D7587B">
              <w:t>communicat</w:t>
            </w:r>
            <w:r w:rsidR="00A4555E">
              <w:t>ing non-routine t</w:t>
            </w:r>
            <w:r w:rsidRPr="00D7587B">
              <w:t>e</w:t>
            </w:r>
            <w:r w:rsidR="00A4555E">
              <w:t>chnical</w:t>
            </w:r>
            <w:r w:rsidRPr="00D7587B">
              <w:t xml:space="preserve"> solutions to </w:t>
            </w:r>
            <w:r w:rsidR="00A4555E">
              <w:t>predictable and unpredictable</w:t>
            </w:r>
            <w:r w:rsidRPr="00D7587B">
              <w:t xml:space="preserve"> problems.</w:t>
            </w:r>
          </w:p>
          <w:p w14:paraId="4A0F98E6" w14:textId="77777777" w:rsidR="00A4555E" w:rsidRDefault="00A4555E" w:rsidP="00D7587B"/>
          <w:p w14:paraId="06F2D97F" w14:textId="0BD3DE31" w:rsidR="00D7587B" w:rsidRPr="00D7587B" w:rsidRDefault="00D7587B" w:rsidP="00D7587B">
            <w:r w:rsidRPr="00D7587B">
              <w:t>All work is carried out to comply with workplace procedures</w:t>
            </w:r>
            <w:r w:rsidR="00A4555E">
              <w:t>, health and safety in the workplace requirements, legislative and regulatory requirements, and sustainability and biosecurity practices</w:t>
            </w:r>
            <w:r w:rsidRPr="00D7587B">
              <w:t>.</w:t>
            </w:r>
          </w:p>
          <w:p w14:paraId="59453A5B" w14:textId="77777777" w:rsidR="00D7587B" w:rsidRDefault="00D7587B" w:rsidP="00D7587B"/>
          <w:p w14:paraId="034C6C33" w14:textId="49368775" w:rsidR="00373436" w:rsidRPr="000754EC" w:rsidRDefault="00D7587B" w:rsidP="00DA50A8">
            <w:pPr>
              <w:pStyle w:val="SIText"/>
            </w:pPr>
            <w:r w:rsidRPr="00D7587B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3C92A997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5D2F32AF" w:rsidR="00F1480E" w:rsidRPr="000754EC" w:rsidRDefault="00A36156" w:rsidP="000754EC">
            <w:pPr>
              <w:pStyle w:val="SIText"/>
            </w:pPr>
            <w:r>
              <w:t>Landscape (LSC)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7587B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64763B6C" w:rsidR="00D7587B" w:rsidRPr="00D7587B" w:rsidRDefault="00D7587B" w:rsidP="00D7587B">
            <w:pPr>
              <w:pStyle w:val="SIText"/>
            </w:pPr>
            <w:r w:rsidRPr="00D7587B">
              <w:t>1. Identify scope of landscape project works</w:t>
            </w:r>
          </w:p>
        </w:tc>
        <w:tc>
          <w:tcPr>
            <w:tcW w:w="3604" w:type="pct"/>
            <w:shd w:val="clear" w:color="auto" w:fill="auto"/>
          </w:tcPr>
          <w:p w14:paraId="75690AA5" w14:textId="6EC013EA" w:rsidR="00D7587B" w:rsidRPr="00D7587B" w:rsidRDefault="00D7587B" w:rsidP="00D7587B">
            <w:r w:rsidRPr="00D7587B">
              <w:t xml:space="preserve">1.1 </w:t>
            </w:r>
            <w:r w:rsidR="00065AC2">
              <w:t>Review and relate landscape documentation to the worksite</w:t>
            </w:r>
          </w:p>
          <w:p w14:paraId="59CA6090" w14:textId="0A7768F1" w:rsidR="00D7587B" w:rsidRPr="00D7587B" w:rsidRDefault="00D7587B" w:rsidP="00D7587B">
            <w:r w:rsidRPr="00D7587B">
              <w:t xml:space="preserve">1.2 </w:t>
            </w:r>
            <w:r w:rsidR="00065AC2">
              <w:t>Determine</w:t>
            </w:r>
            <w:r w:rsidRPr="00D7587B">
              <w:t xml:space="preserve"> personnel and resources required to undertake landscape works according to scope of project</w:t>
            </w:r>
          </w:p>
          <w:p w14:paraId="43E761A2" w14:textId="22019A9A" w:rsidR="00D7587B" w:rsidRPr="00D7587B" w:rsidRDefault="00D7587B" w:rsidP="00D7587B">
            <w:r w:rsidRPr="00D7587B">
              <w:t>1.3 Develop a work program to ensure that project outcomes are reached within designated timelines</w:t>
            </w:r>
          </w:p>
          <w:p w14:paraId="1E995E38" w14:textId="3294D080" w:rsidR="00D7587B" w:rsidRPr="00D7587B" w:rsidRDefault="00D7587B" w:rsidP="00D7587B">
            <w:r w:rsidRPr="00D7587B">
              <w:t xml:space="preserve">1.4 Identify </w:t>
            </w:r>
            <w:r w:rsidR="00065AC2">
              <w:t xml:space="preserve">hazards and assess risks in the workplace, and implement control measures to manage risks according to </w:t>
            </w:r>
            <w:r w:rsidRPr="00D7587B">
              <w:t xml:space="preserve">workplace health and safety </w:t>
            </w:r>
            <w:r w:rsidR="00065AC2">
              <w:t>procedures</w:t>
            </w:r>
          </w:p>
          <w:p w14:paraId="7CC04010" w14:textId="5FC5B929" w:rsidR="00D7587B" w:rsidRPr="00D7587B" w:rsidRDefault="00D7587B" w:rsidP="00D7587B">
            <w:r w:rsidRPr="00D7587B">
              <w:t xml:space="preserve">1.5 </w:t>
            </w:r>
            <w:r w:rsidR="00065AC2">
              <w:t>Consider the</w:t>
            </w:r>
            <w:r w:rsidRPr="00D7587B">
              <w:t xml:space="preserve"> environmental impact of landscape project works</w:t>
            </w:r>
          </w:p>
          <w:p w14:paraId="1696B99B" w14:textId="71035162" w:rsidR="00D7587B" w:rsidRPr="00D7587B" w:rsidRDefault="00D7587B" w:rsidP="00D7587B">
            <w:r w:rsidRPr="00D7587B">
              <w:t>1.6 Select</w:t>
            </w:r>
            <w:r w:rsidR="00814C73">
              <w:t>, fit</w:t>
            </w:r>
            <w:r w:rsidR="00F819DD">
              <w:t>,</w:t>
            </w:r>
            <w:r w:rsidRPr="00D7587B">
              <w:t xml:space="preserve"> </w:t>
            </w:r>
            <w:r w:rsidR="00394802" w:rsidRPr="00D7587B">
              <w:t>use,</w:t>
            </w:r>
            <w:r w:rsidR="00814C73">
              <w:t xml:space="preserve"> and maintain</w:t>
            </w:r>
            <w:r w:rsidRPr="00D7587B">
              <w:t xml:space="preserve"> personal protective equipment (PPE)</w:t>
            </w:r>
            <w:r w:rsidR="00814C73">
              <w:t xml:space="preserve"> applicable to the task</w:t>
            </w:r>
          </w:p>
        </w:tc>
      </w:tr>
      <w:tr w:rsidR="00D7587B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2541E6DD" w:rsidR="00D7587B" w:rsidRPr="00D7587B" w:rsidRDefault="00D7587B" w:rsidP="00D7587B">
            <w:pPr>
              <w:pStyle w:val="SIText"/>
            </w:pPr>
            <w:r w:rsidRPr="00D7587B">
              <w:t>2. Coordinate the supply of materials and equipment</w:t>
            </w:r>
          </w:p>
        </w:tc>
        <w:tc>
          <w:tcPr>
            <w:tcW w:w="3604" w:type="pct"/>
            <w:shd w:val="clear" w:color="auto" w:fill="auto"/>
          </w:tcPr>
          <w:p w14:paraId="49B9A981" w14:textId="77A76D2B" w:rsidR="00D7587B" w:rsidRPr="00D7587B" w:rsidRDefault="00D7587B" w:rsidP="00D7587B">
            <w:r w:rsidRPr="00D7587B">
              <w:t>2.1 Calculate material quantities and equipment requirements to ensure ongoing work program is maintained</w:t>
            </w:r>
          </w:p>
          <w:p w14:paraId="72A886A9" w14:textId="77777777" w:rsidR="00D7587B" w:rsidRPr="00D7587B" w:rsidRDefault="00D7587B" w:rsidP="00D7587B">
            <w:r w:rsidRPr="00D7587B">
              <w:t>2.2 Order material and equipment, check for quantity and quality and store as required</w:t>
            </w:r>
          </w:p>
          <w:p w14:paraId="46430891" w14:textId="77777777" w:rsidR="00D7587B" w:rsidRPr="00D7587B" w:rsidRDefault="00D7587B" w:rsidP="00D7587B">
            <w:r w:rsidRPr="00D7587B">
              <w:t>2.3 Convey and confirm any specific delivery instructions with suppliers to ensure materials are delivered according to work program</w:t>
            </w:r>
          </w:p>
          <w:p w14:paraId="6BB72E57" w14:textId="2EEEDB8B" w:rsidR="00D7587B" w:rsidRPr="00D7587B" w:rsidRDefault="00D7587B" w:rsidP="00D7587B">
            <w:pPr>
              <w:pStyle w:val="SIText"/>
            </w:pPr>
            <w:r w:rsidRPr="00D7587B">
              <w:t xml:space="preserve">2.4 </w:t>
            </w:r>
            <w:r w:rsidR="00A529B3">
              <w:t>Identify and document</w:t>
            </w:r>
            <w:r w:rsidRPr="00D7587B">
              <w:t xml:space="preserve"> rejected material</w:t>
            </w:r>
            <w:r w:rsidR="00672B87">
              <w:t>, send</w:t>
            </w:r>
            <w:r w:rsidRPr="00D7587B">
              <w:t xml:space="preserve"> back to supplier and re-order</w:t>
            </w:r>
          </w:p>
        </w:tc>
      </w:tr>
      <w:tr w:rsidR="00D7587B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6D14135D" w:rsidR="00D7587B" w:rsidRPr="00D7587B" w:rsidRDefault="00D7587B" w:rsidP="00D7587B">
            <w:pPr>
              <w:pStyle w:val="SIText"/>
            </w:pPr>
            <w:r w:rsidRPr="00D7587B">
              <w:t xml:space="preserve">3. </w:t>
            </w:r>
            <w:r w:rsidR="007D34BD">
              <w:t>Supervise and m</w:t>
            </w:r>
            <w:r w:rsidRPr="00D7587B">
              <w:t>onitor project works</w:t>
            </w:r>
          </w:p>
        </w:tc>
        <w:tc>
          <w:tcPr>
            <w:tcW w:w="3604" w:type="pct"/>
            <w:shd w:val="clear" w:color="auto" w:fill="auto"/>
          </w:tcPr>
          <w:p w14:paraId="05C5C863" w14:textId="5FA0A65B" w:rsidR="00B506C7" w:rsidRDefault="00D7587B" w:rsidP="00D7587B">
            <w:r w:rsidRPr="00D7587B">
              <w:t xml:space="preserve">3.1 </w:t>
            </w:r>
            <w:r w:rsidR="00B506C7">
              <w:t>Provide instructions</w:t>
            </w:r>
            <w:r w:rsidR="007D34BD">
              <w:t xml:space="preserve"> and allocate tasks</w:t>
            </w:r>
            <w:r w:rsidR="00B506C7">
              <w:t xml:space="preserve"> to staff and sub-contractors</w:t>
            </w:r>
          </w:p>
          <w:p w14:paraId="5AB519F2" w14:textId="69958E32" w:rsidR="00D7587B" w:rsidRPr="00D7587B" w:rsidRDefault="00B506C7" w:rsidP="00D7587B">
            <w:r>
              <w:t xml:space="preserve">3.2 </w:t>
            </w:r>
            <w:r w:rsidR="00D7587B" w:rsidRPr="00D7587B">
              <w:t>Monitor work program and adjust to ensure the site is developed and that project outcomes are reached within designated timelines</w:t>
            </w:r>
          </w:p>
          <w:p w14:paraId="70B14E8D" w14:textId="3637C3A8" w:rsidR="00D7587B" w:rsidRPr="00D7587B" w:rsidRDefault="00D7587B" w:rsidP="00D7587B">
            <w:r w:rsidRPr="00D7587B">
              <w:t>3.</w:t>
            </w:r>
            <w:r w:rsidR="00B506C7">
              <w:t>3</w:t>
            </w:r>
            <w:r w:rsidRPr="00D7587B">
              <w:t xml:space="preserve"> Identify, record and report variations to the work program, issues likely to cause delays, and contingencies beyond the scope of the project</w:t>
            </w:r>
          </w:p>
          <w:p w14:paraId="7C104250" w14:textId="0EDD96C2" w:rsidR="00D7587B" w:rsidRPr="00D7587B" w:rsidRDefault="00D7587B" w:rsidP="00D7587B">
            <w:pPr>
              <w:pStyle w:val="SIText"/>
            </w:pPr>
            <w:bookmarkStart w:id="1" w:name="_Hlk70077486"/>
            <w:r w:rsidRPr="00D7587B">
              <w:t>3.</w:t>
            </w:r>
            <w:r w:rsidR="00B506C7">
              <w:t>4</w:t>
            </w:r>
            <w:r w:rsidRPr="00D7587B">
              <w:t xml:space="preserve"> Monitor work site </w:t>
            </w:r>
            <w:r w:rsidR="00672B87">
              <w:t>and work practices and</w:t>
            </w:r>
            <w:r w:rsidRPr="00D7587B">
              <w:t xml:space="preserve"> ensure </w:t>
            </w:r>
            <w:r w:rsidR="00394802">
              <w:t>they</w:t>
            </w:r>
            <w:r w:rsidR="00394802" w:rsidRPr="00D7587B">
              <w:t xml:space="preserve"> </w:t>
            </w:r>
            <w:r w:rsidR="00672B87">
              <w:t>remain compliant with legislation</w:t>
            </w:r>
            <w:r w:rsidRPr="00D7587B">
              <w:t xml:space="preserve"> and safe work</w:t>
            </w:r>
            <w:r w:rsidR="00672B87">
              <w:t xml:space="preserve"> practice</w:t>
            </w:r>
            <w:r w:rsidRPr="00D7587B">
              <w:t>s</w:t>
            </w:r>
            <w:bookmarkEnd w:id="1"/>
          </w:p>
        </w:tc>
      </w:tr>
      <w:tr w:rsidR="00D7587B" w:rsidRPr="00963A46" w14:paraId="6A26A01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7D1F3C9" w14:textId="167858EC" w:rsidR="00D7587B" w:rsidRPr="00D7587B" w:rsidRDefault="00D7587B" w:rsidP="00D7587B">
            <w:pPr>
              <w:pStyle w:val="SIText"/>
            </w:pPr>
            <w:r w:rsidRPr="00D7587B">
              <w:lastRenderedPageBreak/>
              <w:t>4. Complete site works</w:t>
            </w:r>
          </w:p>
        </w:tc>
        <w:tc>
          <w:tcPr>
            <w:tcW w:w="3604" w:type="pct"/>
            <w:shd w:val="clear" w:color="auto" w:fill="auto"/>
          </w:tcPr>
          <w:p w14:paraId="21F81C78" w14:textId="77777777" w:rsidR="00D7587B" w:rsidRPr="00D7587B" w:rsidRDefault="00D7587B" w:rsidP="00D7587B">
            <w:r w:rsidRPr="00D7587B">
              <w:t>4.1 Inspect site prior to practical completion to ensure all works have been undertaken according to client needs and relevant documentation</w:t>
            </w:r>
          </w:p>
          <w:p w14:paraId="4668ED0D" w14:textId="77777777" w:rsidR="00D7587B" w:rsidRPr="00D7587B" w:rsidRDefault="00D7587B" w:rsidP="00D7587B">
            <w:r w:rsidRPr="00D7587B">
              <w:t>4.2 Note any works not complying and rectify</w:t>
            </w:r>
          </w:p>
          <w:p w14:paraId="3C82348B" w14:textId="425AF42C" w:rsidR="00D7587B" w:rsidRPr="00D7587B" w:rsidRDefault="00D7587B" w:rsidP="00D7587B">
            <w:r w:rsidRPr="00D7587B">
              <w:t>4.3 Produce a completed landscape project works report for client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A54B5" w:rsidRPr="00336FCA" w:rsidDel="00423CB2" w14:paraId="1CF24FD6" w14:textId="77777777" w:rsidTr="00CA2922">
        <w:tc>
          <w:tcPr>
            <w:tcW w:w="1396" w:type="pct"/>
          </w:tcPr>
          <w:p w14:paraId="6D88B952" w14:textId="3A6E2A2A" w:rsidR="00DA54B5" w:rsidRPr="00B506C7" w:rsidRDefault="00B506C7" w:rsidP="00B506C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506C7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1B7CC730" w14:textId="5C317F7A" w:rsidR="00DA54B5" w:rsidRPr="00B506C7" w:rsidRDefault="00B506C7" w:rsidP="00B506C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B506C7">
              <w:rPr>
                <w:rStyle w:val="SITemporaryText-red"/>
                <w:color w:val="auto"/>
                <w:sz w:val="20"/>
              </w:rPr>
              <w:t>Identify and interpret information regarding requirements for landscape project works</w:t>
            </w:r>
          </w:p>
        </w:tc>
      </w:tr>
      <w:tr w:rsidR="00DA54B5" w:rsidRPr="00336FCA" w:rsidDel="00423CB2" w14:paraId="1D3AF5EE" w14:textId="77777777" w:rsidTr="00CA2922">
        <w:tc>
          <w:tcPr>
            <w:tcW w:w="1396" w:type="pct"/>
          </w:tcPr>
          <w:p w14:paraId="16ED7E97" w14:textId="1BC21857" w:rsidR="00DA54B5" w:rsidRPr="00B506C7" w:rsidRDefault="00B506C7" w:rsidP="00B506C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506C7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0F32718D" w14:textId="2F611412" w:rsidR="00DA54B5" w:rsidRPr="00B506C7" w:rsidRDefault="00B506C7" w:rsidP="00B506C7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B506C7">
              <w:rPr>
                <w:rStyle w:val="SITemporaryText-red"/>
                <w:rFonts w:eastAsia="Calibri"/>
                <w:color w:val="auto"/>
                <w:sz w:val="20"/>
              </w:rPr>
              <w:t xml:space="preserve">Initiate discussions with staff and sub-contractors, using clear language and standard industry terminology to communicate landscape project works requirements, outcomes, </w:t>
            </w:r>
            <w:proofErr w:type="gramStart"/>
            <w:r w:rsidRPr="00B506C7">
              <w:rPr>
                <w:rStyle w:val="SITemporaryText-red"/>
                <w:rFonts w:eastAsia="Calibri"/>
                <w:color w:val="auto"/>
                <w:sz w:val="20"/>
              </w:rPr>
              <w:t>timelines</w:t>
            </w:r>
            <w:proofErr w:type="gramEnd"/>
            <w:r w:rsidRPr="00B506C7">
              <w:rPr>
                <w:rStyle w:val="SITemporaryText-red"/>
                <w:rFonts w:eastAsia="Calibri"/>
                <w:color w:val="auto"/>
                <w:sz w:val="20"/>
              </w:rPr>
              <w:t xml:space="preserve"> and work program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4555E" w14:paraId="7449DA1D" w14:textId="77777777" w:rsidTr="00F33FF2">
        <w:tc>
          <w:tcPr>
            <w:tcW w:w="1028" w:type="pct"/>
          </w:tcPr>
          <w:p w14:paraId="691B7708" w14:textId="77777777" w:rsidR="00A4555E" w:rsidRPr="00A4555E" w:rsidRDefault="00A4555E" w:rsidP="00A4555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4555E">
              <w:rPr>
                <w:rStyle w:val="SITemporaryText-red"/>
                <w:color w:val="auto"/>
                <w:sz w:val="20"/>
              </w:rPr>
              <w:t>AHCLSC401 Supervise landscape project works</w:t>
            </w:r>
          </w:p>
          <w:p w14:paraId="09E49E25" w14:textId="5145A659" w:rsidR="00A4555E" w:rsidRPr="00A4555E" w:rsidRDefault="00A4555E" w:rsidP="00A4555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4555E">
              <w:rPr>
                <w:rStyle w:val="SITemporaryText-red"/>
                <w:color w:val="auto"/>
                <w:sz w:val="20"/>
              </w:rPr>
              <w:t>Release 2</w:t>
            </w:r>
          </w:p>
        </w:tc>
        <w:tc>
          <w:tcPr>
            <w:tcW w:w="1105" w:type="pct"/>
          </w:tcPr>
          <w:p w14:paraId="19D5CDF1" w14:textId="77777777" w:rsidR="00A4555E" w:rsidRPr="00A4555E" w:rsidRDefault="00A4555E" w:rsidP="00A4555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4555E">
              <w:rPr>
                <w:rStyle w:val="SITemporaryText-red"/>
                <w:color w:val="auto"/>
                <w:sz w:val="20"/>
              </w:rPr>
              <w:t>AHCLSC401 Supervise landscape project works</w:t>
            </w:r>
          </w:p>
          <w:p w14:paraId="2293AA64" w14:textId="6ED9CE4A" w:rsidR="00A4555E" w:rsidRPr="00A4555E" w:rsidRDefault="00A4555E" w:rsidP="00A4555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4555E">
              <w:rPr>
                <w:rStyle w:val="SITemporaryText-red"/>
                <w:color w:val="auto"/>
                <w:sz w:val="20"/>
              </w:rPr>
              <w:t>Release 1</w:t>
            </w:r>
          </w:p>
        </w:tc>
        <w:tc>
          <w:tcPr>
            <w:tcW w:w="1251" w:type="pct"/>
          </w:tcPr>
          <w:p w14:paraId="22533570" w14:textId="77777777" w:rsidR="00A4555E" w:rsidRPr="00A4555E" w:rsidRDefault="00A4555E" w:rsidP="00A4555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4555E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6D35D297" w14:textId="77777777" w:rsidR="00A4555E" w:rsidRPr="00A4555E" w:rsidRDefault="00A4555E" w:rsidP="00A2291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4555E">
              <w:rPr>
                <w:rStyle w:val="SITemporaryText-red"/>
                <w:color w:val="auto"/>
                <w:sz w:val="20"/>
              </w:rPr>
              <w:t>Minor changes to performance criteria</w:t>
            </w:r>
          </w:p>
          <w:p w14:paraId="44DCE0F1" w14:textId="77777777" w:rsidR="00A4555E" w:rsidRPr="00A4555E" w:rsidRDefault="00A4555E" w:rsidP="00A2291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4555E">
              <w:rPr>
                <w:rStyle w:val="SITemporaryText-red"/>
                <w:color w:val="auto"/>
                <w:sz w:val="20"/>
              </w:rPr>
              <w:t>Foundation skills added</w:t>
            </w:r>
          </w:p>
          <w:p w14:paraId="7D3C4B75" w14:textId="68AE6194" w:rsidR="00A4555E" w:rsidRPr="00A4555E" w:rsidRDefault="00A4555E" w:rsidP="00A2291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4555E">
              <w:rPr>
                <w:rStyle w:val="SITemporaryText-red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6630AC2B" w14:textId="077F21E7" w:rsidR="00A4555E" w:rsidRPr="00A22912" w:rsidRDefault="00A4555E" w:rsidP="00A2291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22912">
              <w:rPr>
                <w:rStyle w:val="SITemporaryText-red"/>
                <w:color w:val="auto"/>
                <w:sz w:val="20"/>
              </w:rPr>
              <w:t>Equivalent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0D5D6910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15BD99E4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D7587B" w:rsidRPr="00D7587B">
              <w:t>AHCLSC401 Supervise landscape project works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A22912">
        <w:trPr>
          <w:trHeight w:val="4001"/>
        </w:trPr>
        <w:tc>
          <w:tcPr>
            <w:tcW w:w="5000" w:type="pct"/>
            <w:gridSpan w:val="2"/>
            <w:shd w:val="clear" w:color="auto" w:fill="auto"/>
          </w:tcPr>
          <w:p w14:paraId="6BFF6ACC" w14:textId="491100CC" w:rsidR="00DA54B5" w:rsidRPr="003F1CDB" w:rsidRDefault="00DA54B5" w:rsidP="003F1CD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F1CDB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3F1CDB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3F1CDB">
              <w:rPr>
                <w:rStyle w:val="SITemporaryText-red"/>
                <w:color w:val="auto"/>
                <w:sz w:val="20"/>
              </w:rPr>
              <w:t xml:space="preserve"> the elements and performance criteria in this unit.</w:t>
            </w:r>
          </w:p>
          <w:p w14:paraId="40B110DE" w14:textId="4A4456A8" w:rsidR="00DA54B5" w:rsidRPr="003F1CDB" w:rsidRDefault="00DA54B5" w:rsidP="00A4555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F1CDB">
              <w:rPr>
                <w:rStyle w:val="SITemporaryText-red"/>
                <w:color w:val="auto"/>
                <w:sz w:val="20"/>
              </w:rPr>
              <w:t xml:space="preserve">There must be evidence that the </w:t>
            </w:r>
            <w:r w:rsidRPr="00A4555E">
              <w:rPr>
                <w:rStyle w:val="SITemporaryText-red"/>
                <w:color w:val="auto"/>
                <w:sz w:val="20"/>
              </w:rPr>
              <w:t xml:space="preserve">individual has </w:t>
            </w:r>
            <w:r w:rsidR="00A4555E" w:rsidRPr="00A4555E">
              <w:rPr>
                <w:rStyle w:val="SITemporaryText-red"/>
                <w:color w:val="auto"/>
                <w:sz w:val="20"/>
              </w:rPr>
              <w:t>supervised landscape project works on at least one occasion, and has</w:t>
            </w:r>
            <w:r w:rsidRPr="00A4555E">
              <w:rPr>
                <w:rStyle w:val="SITemporaryText-red"/>
                <w:color w:val="auto"/>
                <w:sz w:val="20"/>
              </w:rPr>
              <w:t>:</w:t>
            </w:r>
          </w:p>
          <w:p w14:paraId="1C167A4D" w14:textId="2F1EAC1F" w:rsidR="00D7587B" w:rsidRPr="00D7587B" w:rsidRDefault="00D7587B" w:rsidP="00D7587B">
            <w:pPr>
              <w:pStyle w:val="SIBulletList1"/>
            </w:pPr>
            <w:r w:rsidRPr="00D7587B">
              <w:t>identif</w:t>
            </w:r>
            <w:r w:rsidR="00A4555E">
              <w:t>ied</w:t>
            </w:r>
            <w:r w:rsidRPr="00D7587B">
              <w:t xml:space="preserve"> scope of landscape project work</w:t>
            </w:r>
          </w:p>
          <w:p w14:paraId="255E9BBD" w14:textId="7D7732BB" w:rsidR="00D7587B" w:rsidRPr="00D7587B" w:rsidRDefault="00D7587B" w:rsidP="00D7587B">
            <w:pPr>
              <w:pStyle w:val="SIBulletList1"/>
            </w:pPr>
            <w:r w:rsidRPr="00D7587B">
              <w:t>identif</w:t>
            </w:r>
            <w:r w:rsidR="00A4555E">
              <w:t>ied</w:t>
            </w:r>
            <w:r w:rsidRPr="00D7587B">
              <w:t xml:space="preserve"> personnel and resource requirements</w:t>
            </w:r>
          </w:p>
          <w:p w14:paraId="39896B3E" w14:textId="60A55D27" w:rsidR="00D7587B" w:rsidRDefault="00D7587B" w:rsidP="00D7587B">
            <w:pPr>
              <w:pStyle w:val="SIBulletList1"/>
            </w:pPr>
            <w:r w:rsidRPr="00D7587B">
              <w:t>develop</w:t>
            </w:r>
            <w:r w:rsidR="00A4555E">
              <w:t>ed</w:t>
            </w:r>
            <w:r w:rsidRPr="00D7587B">
              <w:t xml:space="preserve"> a</w:t>
            </w:r>
            <w:r w:rsidR="00A22912">
              <w:t>nd documented a</w:t>
            </w:r>
            <w:r w:rsidRPr="00D7587B">
              <w:t xml:space="preserve"> project </w:t>
            </w:r>
            <w:r w:rsidR="00A22912">
              <w:t xml:space="preserve">work program the identifies project outcomes, timelines, labour, </w:t>
            </w:r>
            <w:proofErr w:type="gramStart"/>
            <w:r w:rsidR="00A22912">
              <w:t>materials</w:t>
            </w:r>
            <w:proofErr w:type="gramEnd"/>
            <w:r w:rsidR="00A22912">
              <w:t xml:space="preserve"> and equipment</w:t>
            </w:r>
          </w:p>
          <w:p w14:paraId="24CA97AA" w14:textId="474965A7" w:rsidR="00A22912" w:rsidRPr="00D7587B" w:rsidRDefault="00A22912" w:rsidP="00D7587B">
            <w:pPr>
              <w:pStyle w:val="SIBulletList1"/>
            </w:pPr>
            <w:r>
              <w:t xml:space="preserve">applied relevant workplace health and safety and environmental and biosecurity legislation, </w:t>
            </w:r>
            <w:proofErr w:type="gramStart"/>
            <w:r>
              <w:t>regulations</w:t>
            </w:r>
            <w:proofErr w:type="gramEnd"/>
            <w:r>
              <w:t xml:space="preserve"> and workplace procedures</w:t>
            </w:r>
          </w:p>
          <w:p w14:paraId="67E3EB3C" w14:textId="561456A3" w:rsidR="00D7587B" w:rsidRPr="00D7587B" w:rsidRDefault="00D7587B" w:rsidP="00D7587B">
            <w:pPr>
              <w:pStyle w:val="SIBulletList1"/>
            </w:pPr>
            <w:r w:rsidRPr="00D7587B">
              <w:t>calculate</w:t>
            </w:r>
            <w:r w:rsidR="00A4555E">
              <w:t>d</w:t>
            </w:r>
            <w:r w:rsidRPr="00D7587B">
              <w:t xml:space="preserve"> materials and equipment</w:t>
            </w:r>
          </w:p>
          <w:p w14:paraId="2DC4421A" w14:textId="409AB7E1" w:rsidR="00D7587B" w:rsidRPr="00D7587B" w:rsidRDefault="00D7587B" w:rsidP="00D7587B">
            <w:pPr>
              <w:pStyle w:val="SIBulletList1"/>
            </w:pPr>
            <w:r w:rsidRPr="00D7587B">
              <w:t>control</w:t>
            </w:r>
            <w:r w:rsidR="00A4555E">
              <w:t>led</w:t>
            </w:r>
            <w:r w:rsidRPr="00D7587B">
              <w:t xml:space="preserve"> the quality of supplied materials</w:t>
            </w:r>
          </w:p>
          <w:p w14:paraId="52336CC0" w14:textId="7A653C58" w:rsidR="00A22912" w:rsidRDefault="00A22912" w:rsidP="00D7587B">
            <w:pPr>
              <w:pStyle w:val="SIBulletList1"/>
            </w:pPr>
            <w:r>
              <w:t>communicated with staff and sub-contractors</w:t>
            </w:r>
          </w:p>
          <w:p w14:paraId="5D28A919" w14:textId="7252166E" w:rsidR="00D7587B" w:rsidRPr="00D7587B" w:rsidRDefault="00D7587B" w:rsidP="00D7587B">
            <w:pPr>
              <w:pStyle w:val="SIBulletList1"/>
            </w:pPr>
            <w:r w:rsidRPr="00D7587B">
              <w:t>monitor</w:t>
            </w:r>
            <w:r w:rsidR="00A4555E">
              <w:t>ed</w:t>
            </w:r>
            <w:r w:rsidRPr="00D7587B">
              <w:t xml:space="preserve">, </w:t>
            </w:r>
            <w:proofErr w:type="gramStart"/>
            <w:r w:rsidRPr="00D7587B">
              <w:t>record</w:t>
            </w:r>
            <w:r w:rsidR="00A4555E">
              <w:t>ed</w:t>
            </w:r>
            <w:proofErr w:type="gramEnd"/>
            <w:r w:rsidRPr="00D7587B">
              <w:t xml:space="preserve"> and report</w:t>
            </w:r>
            <w:r w:rsidR="00A4555E">
              <w:t>ed</w:t>
            </w:r>
            <w:r w:rsidRPr="00D7587B">
              <w:t xml:space="preserve"> on progress of a works program</w:t>
            </w:r>
          </w:p>
          <w:p w14:paraId="7BEC131F" w14:textId="065534A6" w:rsidR="00D7587B" w:rsidRPr="00D7587B" w:rsidRDefault="00D7587B" w:rsidP="00D7587B">
            <w:pPr>
              <w:pStyle w:val="SIBulletList1"/>
            </w:pPr>
            <w:r w:rsidRPr="00D7587B">
              <w:t>complete</w:t>
            </w:r>
            <w:r w:rsidR="00A4555E">
              <w:t>d</w:t>
            </w:r>
            <w:r w:rsidRPr="00D7587B">
              <w:t xml:space="preserve"> a landscape works report</w:t>
            </w:r>
          </w:p>
          <w:p w14:paraId="3F4E2EAA" w14:textId="3DF0B87F" w:rsidR="00556C4C" w:rsidRPr="000754EC" w:rsidRDefault="00D7587B" w:rsidP="00050DD8">
            <w:pPr>
              <w:pStyle w:val="SIBulletList1"/>
            </w:pPr>
            <w:r w:rsidRPr="00D7587B">
              <w:t>liaise</w:t>
            </w:r>
            <w:r w:rsidR="00A4555E">
              <w:t>d</w:t>
            </w:r>
            <w:r w:rsidRPr="00D7587B">
              <w:t xml:space="preserve"> with clients</w:t>
            </w:r>
            <w:r w:rsidR="00A4555E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3F1CDB" w:rsidRDefault="00DA54B5" w:rsidP="003F1CD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F1CDB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5AE3FA4A" w14:textId="77777777" w:rsidR="00A22912" w:rsidRDefault="00A22912" w:rsidP="00D7587B">
            <w:pPr>
              <w:pStyle w:val="SIBulletList1"/>
            </w:pPr>
            <w:r>
              <w:t xml:space="preserve">workplace health and safety and environmental and biosecurity legislation, </w:t>
            </w:r>
            <w:proofErr w:type="gramStart"/>
            <w:r>
              <w:t>regulations</w:t>
            </w:r>
            <w:proofErr w:type="gramEnd"/>
            <w:r>
              <w:t xml:space="preserve"> and workplace procedures relevant to supervising landscape project works</w:t>
            </w:r>
          </w:p>
          <w:p w14:paraId="0732D531" w14:textId="56E2C211" w:rsidR="00D7587B" w:rsidRPr="00D7587B" w:rsidRDefault="00D7587B" w:rsidP="00D7587B">
            <w:pPr>
              <w:pStyle w:val="SIBulletList1"/>
            </w:pPr>
            <w:r w:rsidRPr="00D7587B">
              <w:t>principles and practices of supervising landscape works</w:t>
            </w:r>
            <w:r w:rsidR="00A4555E">
              <w:t>, including:</w:t>
            </w:r>
          </w:p>
          <w:p w14:paraId="4429768B" w14:textId="77777777" w:rsidR="00D7587B" w:rsidRPr="00D7587B" w:rsidRDefault="00D7587B" w:rsidP="00A4555E">
            <w:pPr>
              <w:pStyle w:val="SIBulletList2"/>
            </w:pPr>
            <w:r w:rsidRPr="00D7587B">
              <w:t>causes of disruption to work programs and their effect on quality and time schedules</w:t>
            </w:r>
          </w:p>
          <w:p w14:paraId="5DEFBCC4" w14:textId="77777777" w:rsidR="00D7587B" w:rsidRPr="00D7587B" w:rsidRDefault="00D7587B" w:rsidP="00A4555E">
            <w:pPr>
              <w:pStyle w:val="SIBulletList2"/>
            </w:pPr>
            <w:r w:rsidRPr="00D7587B">
              <w:t>how to conduct site assessment and work site establishment</w:t>
            </w:r>
          </w:p>
          <w:p w14:paraId="51298737" w14:textId="77777777" w:rsidR="00D7587B" w:rsidRPr="00D7587B" w:rsidRDefault="00D7587B" w:rsidP="00A4555E">
            <w:pPr>
              <w:pStyle w:val="SIBulletList2"/>
            </w:pPr>
            <w:r w:rsidRPr="00D7587B">
              <w:t xml:space="preserve">issuing of instructions, </w:t>
            </w:r>
            <w:proofErr w:type="gramStart"/>
            <w:r w:rsidRPr="00D7587B">
              <w:t>variations</w:t>
            </w:r>
            <w:proofErr w:type="gramEnd"/>
            <w:r w:rsidRPr="00D7587B">
              <w:t xml:space="preserve"> and requests for information</w:t>
            </w:r>
          </w:p>
          <w:p w14:paraId="413524EB" w14:textId="77777777" w:rsidR="00D7587B" w:rsidRPr="00D7587B" w:rsidRDefault="00D7587B" w:rsidP="00A4555E">
            <w:pPr>
              <w:pStyle w:val="SIBulletList2"/>
            </w:pPr>
            <w:r w:rsidRPr="00D7587B">
              <w:t xml:space="preserve">format, </w:t>
            </w:r>
            <w:proofErr w:type="gramStart"/>
            <w:r w:rsidRPr="00D7587B">
              <w:t>frequency</w:t>
            </w:r>
            <w:proofErr w:type="gramEnd"/>
            <w:r w:rsidRPr="00D7587B">
              <w:t xml:space="preserve"> and documentation for job reporting requirements</w:t>
            </w:r>
          </w:p>
          <w:p w14:paraId="2ED62057" w14:textId="07E442E2" w:rsidR="00D7587B" w:rsidRPr="00D7587B" w:rsidRDefault="00D7587B" w:rsidP="00A4555E">
            <w:pPr>
              <w:pStyle w:val="SIBulletList2"/>
            </w:pPr>
            <w:r w:rsidRPr="00D7587B">
              <w:t>legislative requirements and legal responsibilities</w:t>
            </w:r>
            <w:r w:rsidR="00A22912">
              <w:t xml:space="preserve"> relevant to landscape project works</w:t>
            </w:r>
          </w:p>
          <w:p w14:paraId="67A382B1" w14:textId="77777777" w:rsidR="00D7587B" w:rsidRPr="00D7587B" w:rsidRDefault="00D7587B" w:rsidP="00A4555E">
            <w:pPr>
              <w:pStyle w:val="SIBulletList2"/>
            </w:pPr>
            <w:r w:rsidRPr="00D7587B">
              <w:t>contracts, plans and specifications for project documentation</w:t>
            </w:r>
          </w:p>
          <w:p w14:paraId="594042BC" w14:textId="7D37D716" w:rsidR="00F1480E" w:rsidRPr="000754EC" w:rsidRDefault="00D7587B" w:rsidP="00F71924">
            <w:pPr>
              <w:pStyle w:val="SIBulletList2"/>
            </w:pPr>
            <w:r w:rsidRPr="00D7587B">
              <w:t>supervision techniques of staff and sub-contractors</w:t>
            </w:r>
            <w:r w:rsidR="00A4555E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60664DFF" w:rsidR="00DA54B5" w:rsidRPr="003F1CDB" w:rsidRDefault="00DA54B5" w:rsidP="003F1CD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F1CDB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04186F1B" w14:textId="235681CD" w:rsidR="00DA54B5" w:rsidRPr="003F1CDB" w:rsidRDefault="00DA54B5" w:rsidP="003F1CD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3F1CDB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6B05FF" w14:textId="2729B669" w:rsidR="00DA54B5" w:rsidRPr="006C3A3E" w:rsidRDefault="00A4555E" w:rsidP="006C3A3E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C3A3E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 workplace conditions</w:t>
            </w:r>
          </w:p>
          <w:p w14:paraId="7CD1E166" w14:textId="6CE6A88A" w:rsidR="00DA54B5" w:rsidRPr="003F1CDB" w:rsidRDefault="00DA54B5" w:rsidP="003F1CD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3F1CDB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3F1CDB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3F1CDB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4AB282A7" w14:textId="7015B744" w:rsidR="00DA54B5" w:rsidRDefault="006C3A3E" w:rsidP="006C3A3E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C3A3E">
              <w:rPr>
                <w:rStyle w:val="SITemporaryText-red"/>
                <w:rFonts w:eastAsia="Calibri"/>
                <w:color w:val="auto"/>
                <w:sz w:val="20"/>
              </w:rPr>
              <w:t>landscape documentation including scope of works</w:t>
            </w:r>
          </w:p>
          <w:p w14:paraId="0C24A996" w14:textId="3FF36F7F" w:rsidR="006C3A3E" w:rsidRPr="006C3A3E" w:rsidRDefault="006C3A3E" w:rsidP="006C3A3E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C3A3E">
              <w:rPr>
                <w:rStyle w:val="SITemporaryText-red"/>
                <w:rFonts w:eastAsia="Calibri"/>
                <w:color w:val="auto"/>
                <w:sz w:val="20"/>
              </w:rPr>
              <w:t>PPE applicable to supervising landscape project works</w:t>
            </w:r>
          </w:p>
          <w:p w14:paraId="3D4B0BD2" w14:textId="09FEC34D" w:rsidR="00DA54B5" w:rsidRPr="003F1CDB" w:rsidRDefault="00DA54B5" w:rsidP="003F1CDB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F1CDB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5EDE35FD" w14:textId="171B1FE8" w:rsidR="00DA54B5" w:rsidRPr="006C3A3E" w:rsidRDefault="006C3A3E" w:rsidP="003F1CDB">
            <w:pPr>
              <w:pStyle w:val="SIBulletList2"/>
              <w:rPr>
                <w:rFonts w:eastAsia="Calibri"/>
              </w:rPr>
            </w:pPr>
            <w:r>
              <w:t>workplace health and safety and environmental and biosecurity legis</w:t>
            </w:r>
            <w:r w:rsidRPr="006C3A3E">
              <w:t xml:space="preserve">lation, </w:t>
            </w:r>
            <w:proofErr w:type="gramStart"/>
            <w:r w:rsidRPr="006C3A3E">
              <w:t>regulations</w:t>
            </w:r>
            <w:proofErr w:type="gramEnd"/>
            <w:r w:rsidRPr="006C3A3E">
              <w:t xml:space="preserve"> and workplace procedures relevant to supervising landscape project works</w:t>
            </w:r>
          </w:p>
          <w:p w14:paraId="06A3BE5B" w14:textId="4090D7D7" w:rsidR="006C3A3E" w:rsidRPr="003F1CDB" w:rsidRDefault="006C3A3E" w:rsidP="003F1CDB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7587B">
              <w:t>legislative requirements and legal responsibilities</w:t>
            </w:r>
            <w:r w:rsidRPr="006C3A3E">
              <w:t xml:space="preserve"> relevant to landscape project works</w:t>
            </w:r>
          </w:p>
          <w:p w14:paraId="0DCA1D1B" w14:textId="4E301809" w:rsidR="00DA54B5" w:rsidRPr="003F1CDB" w:rsidRDefault="00DA54B5" w:rsidP="003F1CD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3F1CDB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19987618" w14:textId="34435C59" w:rsidR="00DA54B5" w:rsidRPr="006C3A3E" w:rsidRDefault="006C3A3E" w:rsidP="006C3A3E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6C3A3E">
              <w:rPr>
                <w:rStyle w:val="SITemporaryText-red"/>
                <w:color w:val="auto"/>
                <w:sz w:val="20"/>
              </w:rPr>
              <w:t xml:space="preserve">clients, </w:t>
            </w:r>
            <w:proofErr w:type="gramStart"/>
            <w:r w:rsidRPr="006C3A3E">
              <w:rPr>
                <w:rStyle w:val="SITemporaryText-red"/>
                <w:color w:val="auto"/>
                <w:sz w:val="20"/>
              </w:rPr>
              <w:t>staff</w:t>
            </w:r>
            <w:proofErr w:type="gramEnd"/>
            <w:r w:rsidRPr="006C3A3E">
              <w:rPr>
                <w:rStyle w:val="SITemporaryText-red"/>
                <w:color w:val="auto"/>
                <w:sz w:val="20"/>
              </w:rPr>
              <w:t xml:space="preserve"> and sub-contractors</w:t>
            </w:r>
          </w:p>
          <w:p w14:paraId="08F72541" w14:textId="6FE2598A" w:rsidR="00DA54B5" w:rsidRPr="003F1CDB" w:rsidRDefault="00DA54B5" w:rsidP="003F1CD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3F1CDB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1817131" w14:textId="55C1D2A9" w:rsidR="00DA54B5" w:rsidRPr="00A4555E" w:rsidRDefault="00A4555E" w:rsidP="00A4555E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A4555E">
              <w:rPr>
                <w:rStyle w:val="SITemporaryText-red"/>
                <w:color w:val="auto"/>
                <w:sz w:val="20"/>
              </w:rPr>
              <w:t>according to job requirements</w:t>
            </w:r>
            <w:r w:rsidR="00DA54B5" w:rsidRPr="00A4555E">
              <w:rPr>
                <w:rStyle w:val="SITemporaryText-red"/>
                <w:color w:val="auto"/>
                <w:sz w:val="20"/>
              </w:rPr>
              <w:t>.</w:t>
            </w:r>
          </w:p>
          <w:p w14:paraId="3DE0592A" w14:textId="77777777" w:rsidR="00DA54B5" w:rsidRPr="003F1CDB" w:rsidRDefault="00DA54B5" w:rsidP="003F1CDB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60A58BA9" w:rsidR="00DA54B5" w:rsidRPr="003F1CDB" w:rsidRDefault="00DA54B5" w:rsidP="003F1CDB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F1CDB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79BEC7B2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514CB2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394802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9C4526" w14:textId="77777777" w:rsidR="00790AFB" w:rsidRDefault="00790AFB" w:rsidP="00BF3F0A">
      <w:r>
        <w:separator/>
      </w:r>
    </w:p>
    <w:p w14:paraId="34157190" w14:textId="77777777" w:rsidR="00790AFB" w:rsidRDefault="00790AFB"/>
  </w:endnote>
  <w:endnote w:type="continuationSeparator" w:id="0">
    <w:p w14:paraId="1765844C" w14:textId="77777777" w:rsidR="00790AFB" w:rsidRDefault="00790AFB" w:rsidP="00BF3F0A">
      <w:r>
        <w:continuationSeparator/>
      </w:r>
    </w:p>
    <w:p w14:paraId="2C910E3C" w14:textId="77777777" w:rsidR="00790AFB" w:rsidRDefault="00790A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34025A" w14:textId="77777777" w:rsidR="00790AFB" w:rsidRDefault="00790AFB" w:rsidP="00BF3F0A">
      <w:r>
        <w:separator/>
      </w:r>
    </w:p>
    <w:p w14:paraId="664AEC31" w14:textId="77777777" w:rsidR="00790AFB" w:rsidRDefault="00790AFB"/>
  </w:footnote>
  <w:footnote w:type="continuationSeparator" w:id="0">
    <w:p w14:paraId="29CA1EDB" w14:textId="77777777" w:rsidR="00790AFB" w:rsidRDefault="00790AFB" w:rsidP="00BF3F0A">
      <w:r>
        <w:continuationSeparator/>
      </w:r>
    </w:p>
    <w:p w14:paraId="4A0E8B1A" w14:textId="77777777" w:rsidR="00790AFB" w:rsidRDefault="00790AF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5B0FF03D" w:rsidR="009C2650" w:rsidRPr="00D7587B" w:rsidRDefault="00D7587B" w:rsidP="00D7587B">
    <w:r w:rsidRPr="00D7587B">
      <w:t>AHCLSC401 Supervise landscape project works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C5664"/>
    <w:multiLevelType w:val="multilevel"/>
    <w:tmpl w:val="F844D7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CC6508"/>
    <w:multiLevelType w:val="multilevel"/>
    <w:tmpl w:val="7152D3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C4C7CB6"/>
    <w:multiLevelType w:val="multilevel"/>
    <w:tmpl w:val="3790D9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B30996"/>
    <w:multiLevelType w:val="multilevel"/>
    <w:tmpl w:val="E32EE1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1" w15:restartNumberingAfterBreak="0">
    <w:nsid w:val="143737F0"/>
    <w:multiLevelType w:val="multilevel"/>
    <w:tmpl w:val="4EA6A8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7A65FB8"/>
    <w:multiLevelType w:val="multilevel"/>
    <w:tmpl w:val="A59255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8B922D5"/>
    <w:multiLevelType w:val="multilevel"/>
    <w:tmpl w:val="E21832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9C00C2D"/>
    <w:multiLevelType w:val="multilevel"/>
    <w:tmpl w:val="9C0E5B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B774DA0"/>
    <w:multiLevelType w:val="multilevel"/>
    <w:tmpl w:val="50622C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BCA532E"/>
    <w:multiLevelType w:val="multilevel"/>
    <w:tmpl w:val="AEC66B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C011614"/>
    <w:multiLevelType w:val="multilevel"/>
    <w:tmpl w:val="5CB622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E1D6569"/>
    <w:multiLevelType w:val="multilevel"/>
    <w:tmpl w:val="93B88B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09E0640"/>
    <w:multiLevelType w:val="multilevel"/>
    <w:tmpl w:val="04A21E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5014628"/>
    <w:multiLevelType w:val="multilevel"/>
    <w:tmpl w:val="500676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6A00C90"/>
    <w:multiLevelType w:val="multilevel"/>
    <w:tmpl w:val="60C280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92B0460"/>
    <w:multiLevelType w:val="multilevel"/>
    <w:tmpl w:val="F3688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310C6977"/>
    <w:multiLevelType w:val="multilevel"/>
    <w:tmpl w:val="807228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 w15:restartNumberingAfterBreak="0">
    <w:nsid w:val="411031BD"/>
    <w:multiLevelType w:val="multilevel"/>
    <w:tmpl w:val="CF44EE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1470540"/>
    <w:multiLevelType w:val="multilevel"/>
    <w:tmpl w:val="184678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681C37"/>
    <w:multiLevelType w:val="multilevel"/>
    <w:tmpl w:val="4446C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1" w15:restartNumberingAfterBreak="0">
    <w:nsid w:val="50C550C2"/>
    <w:multiLevelType w:val="multilevel"/>
    <w:tmpl w:val="EC621A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4F6226D"/>
    <w:multiLevelType w:val="multilevel"/>
    <w:tmpl w:val="BEC634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76F1669"/>
    <w:multiLevelType w:val="multilevel"/>
    <w:tmpl w:val="DBE43A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FE225B3"/>
    <w:multiLevelType w:val="multilevel"/>
    <w:tmpl w:val="1082C0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806C01"/>
    <w:multiLevelType w:val="multilevel"/>
    <w:tmpl w:val="5EF44F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B15462C"/>
    <w:multiLevelType w:val="multilevel"/>
    <w:tmpl w:val="A3E867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4825B6"/>
    <w:multiLevelType w:val="multilevel"/>
    <w:tmpl w:val="DD5828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8EC38E7"/>
    <w:multiLevelType w:val="multilevel"/>
    <w:tmpl w:val="8FB45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5"/>
  </w:num>
  <w:num w:numId="2">
    <w:abstractNumId w:val="10"/>
  </w:num>
  <w:num w:numId="3">
    <w:abstractNumId w:val="4"/>
  </w:num>
  <w:num w:numId="4">
    <w:abstractNumId w:val="39"/>
  </w:num>
  <w:num w:numId="5">
    <w:abstractNumId w:val="1"/>
  </w:num>
  <w:num w:numId="6">
    <w:abstractNumId w:val="23"/>
  </w:num>
  <w:num w:numId="7">
    <w:abstractNumId w:val="3"/>
  </w:num>
  <w:num w:numId="8">
    <w:abstractNumId w:val="0"/>
  </w:num>
  <w:num w:numId="9">
    <w:abstractNumId w:val="38"/>
  </w:num>
  <w:num w:numId="10">
    <w:abstractNumId w:val="28"/>
  </w:num>
  <w:num w:numId="11">
    <w:abstractNumId w:val="35"/>
  </w:num>
  <w:num w:numId="12">
    <w:abstractNumId w:val="30"/>
  </w:num>
  <w:num w:numId="13">
    <w:abstractNumId w:val="41"/>
  </w:num>
  <w:num w:numId="14">
    <w:abstractNumId w:val="7"/>
  </w:num>
  <w:num w:numId="15">
    <w:abstractNumId w:val="8"/>
  </w:num>
  <w:num w:numId="16">
    <w:abstractNumId w:val="42"/>
  </w:num>
  <w:num w:numId="17">
    <w:abstractNumId w:val="29"/>
  </w:num>
  <w:num w:numId="18">
    <w:abstractNumId w:val="5"/>
  </w:num>
  <w:num w:numId="19">
    <w:abstractNumId w:val="13"/>
  </w:num>
  <w:num w:numId="20">
    <w:abstractNumId w:val="2"/>
  </w:num>
  <w:num w:numId="21">
    <w:abstractNumId w:val="31"/>
  </w:num>
  <w:num w:numId="22">
    <w:abstractNumId w:val="32"/>
  </w:num>
  <w:num w:numId="23">
    <w:abstractNumId w:val="26"/>
  </w:num>
  <w:num w:numId="24">
    <w:abstractNumId w:val="37"/>
  </w:num>
  <w:num w:numId="25">
    <w:abstractNumId w:val="12"/>
  </w:num>
  <w:num w:numId="26">
    <w:abstractNumId w:val="40"/>
  </w:num>
  <w:num w:numId="27">
    <w:abstractNumId w:val="9"/>
  </w:num>
  <w:num w:numId="28">
    <w:abstractNumId w:val="22"/>
  </w:num>
  <w:num w:numId="29">
    <w:abstractNumId w:val="16"/>
  </w:num>
  <w:num w:numId="30">
    <w:abstractNumId w:val="43"/>
  </w:num>
  <w:num w:numId="31">
    <w:abstractNumId w:val="11"/>
  </w:num>
  <w:num w:numId="32">
    <w:abstractNumId w:val="20"/>
  </w:num>
  <w:num w:numId="33">
    <w:abstractNumId w:val="24"/>
  </w:num>
  <w:num w:numId="34">
    <w:abstractNumId w:val="15"/>
  </w:num>
  <w:num w:numId="35">
    <w:abstractNumId w:val="6"/>
  </w:num>
  <w:num w:numId="36">
    <w:abstractNumId w:val="27"/>
  </w:num>
  <w:num w:numId="37">
    <w:abstractNumId w:val="14"/>
  </w:num>
  <w:num w:numId="38">
    <w:abstractNumId w:val="33"/>
  </w:num>
  <w:num w:numId="39">
    <w:abstractNumId w:val="19"/>
  </w:num>
  <w:num w:numId="40">
    <w:abstractNumId w:val="21"/>
  </w:num>
  <w:num w:numId="41">
    <w:abstractNumId w:val="34"/>
  </w:num>
  <w:num w:numId="42">
    <w:abstractNumId w:val="36"/>
  </w:num>
  <w:num w:numId="43">
    <w:abstractNumId w:val="18"/>
  </w:num>
  <w:num w:numId="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03B0"/>
    <w:rsid w:val="00023992"/>
    <w:rsid w:val="000275AE"/>
    <w:rsid w:val="00041E59"/>
    <w:rsid w:val="00050DD8"/>
    <w:rsid w:val="00064BFE"/>
    <w:rsid w:val="00065AC2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209E6"/>
    <w:rsid w:val="00133957"/>
    <w:rsid w:val="001372F6"/>
    <w:rsid w:val="00144385"/>
    <w:rsid w:val="00146EEC"/>
    <w:rsid w:val="00151D55"/>
    <w:rsid w:val="00151D93"/>
    <w:rsid w:val="00153D92"/>
    <w:rsid w:val="00156EF3"/>
    <w:rsid w:val="00176E4F"/>
    <w:rsid w:val="0018546B"/>
    <w:rsid w:val="001A1C1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DDD"/>
    <w:rsid w:val="00223124"/>
    <w:rsid w:val="00232D1F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5EA3"/>
    <w:rsid w:val="00366805"/>
    <w:rsid w:val="0037067D"/>
    <w:rsid w:val="00373436"/>
    <w:rsid w:val="0038735B"/>
    <w:rsid w:val="003916D1"/>
    <w:rsid w:val="00394802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1CDB"/>
    <w:rsid w:val="004127E3"/>
    <w:rsid w:val="0043212E"/>
    <w:rsid w:val="00434366"/>
    <w:rsid w:val="00434ECE"/>
    <w:rsid w:val="00435D33"/>
    <w:rsid w:val="00440E30"/>
    <w:rsid w:val="00444423"/>
    <w:rsid w:val="0044688B"/>
    <w:rsid w:val="00452F3E"/>
    <w:rsid w:val="0046239A"/>
    <w:rsid w:val="004640AE"/>
    <w:rsid w:val="004679E3"/>
    <w:rsid w:val="00470AA9"/>
    <w:rsid w:val="00475172"/>
    <w:rsid w:val="004758B0"/>
    <w:rsid w:val="004832D2"/>
    <w:rsid w:val="00485559"/>
    <w:rsid w:val="0048603E"/>
    <w:rsid w:val="0049037E"/>
    <w:rsid w:val="004A142B"/>
    <w:rsid w:val="004A3860"/>
    <w:rsid w:val="004A44E8"/>
    <w:rsid w:val="004A581D"/>
    <w:rsid w:val="004A7706"/>
    <w:rsid w:val="004A77E3"/>
    <w:rsid w:val="004B0324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4EDC"/>
    <w:rsid w:val="005145AB"/>
    <w:rsid w:val="00514CB2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66B60"/>
    <w:rsid w:val="005670B3"/>
    <w:rsid w:val="005708EB"/>
    <w:rsid w:val="00575BC6"/>
    <w:rsid w:val="00583902"/>
    <w:rsid w:val="005A1D70"/>
    <w:rsid w:val="005A3AA5"/>
    <w:rsid w:val="005A6C9C"/>
    <w:rsid w:val="005A74DC"/>
    <w:rsid w:val="005B1BB6"/>
    <w:rsid w:val="005B5146"/>
    <w:rsid w:val="005D1AFD"/>
    <w:rsid w:val="005E385B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79FD"/>
    <w:rsid w:val="00672B87"/>
    <w:rsid w:val="00686A49"/>
    <w:rsid w:val="00687B62"/>
    <w:rsid w:val="00690C44"/>
    <w:rsid w:val="006969D9"/>
    <w:rsid w:val="006A2B68"/>
    <w:rsid w:val="006C2F32"/>
    <w:rsid w:val="006C3A3E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0AFB"/>
    <w:rsid w:val="007A300D"/>
    <w:rsid w:val="007D34BD"/>
    <w:rsid w:val="007D5A78"/>
    <w:rsid w:val="007E3BD1"/>
    <w:rsid w:val="007F1563"/>
    <w:rsid w:val="007F1EB2"/>
    <w:rsid w:val="007F44DB"/>
    <w:rsid w:val="007F5A8B"/>
    <w:rsid w:val="00814C73"/>
    <w:rsid w:val="00817D51"/>
    <w:rsid w:val="00823530"/>
    <w:rsid w:val="00823FF4"/>
    <w:rsid w:val="00830267"/>
    <w:rsid w:val="008306E7"/>
    <w:rsid w:val="008322BE"/>
    <w:rsid w:val="008323ED"/>
    <w:rsid w:val="00834BC8"/>
    <w:rsid w:val="00837FD6"/>
    <w:rsid w:val="00847B60"/>
    <w:rsid w:val="00850243"/>
    <w:rsid w:val="00851BE5"/>
    <w:rsid w:val="008545EB"/>
    <w:rsid w:val="008576F1"/>
    <w:rsid w:val="00865011"/>
    <w:rsid w:val="008831C7"/>
    <w:rsid w:val="00886790"/>
    <w:rsid w:val="008908DE"/>
    <w:rsid w:val="008A12ED"/>
    <w:rsid w:val="008A39D3"/>
    <w:rsid w:val="008B2C77"/>
    <w:rsid w:val="008B4AD2"/>
    <w:rsid w:val="008B4BF5"/>
    <w:rsid w:val="008B7138"/>
    <w:rsid w:val="008C5133"/>
    <w:rsid w:val="008E260C"/>
    <w:rsid w:val="008E39BE"/>
    <w:rsid w:val="008E62EC"/>
    <w:rsid w:val="008F32F6"/>
    <w:rsid w:val="008F68BB"/>
    <w:rsid w:val="00916CD7"/>
    <w:rsid w:val="00920927"/>
    <w:rsid w:val="00921B38"/>
    <w:rsid w:val="00923720"/>
    <w:rsid w:val="009278C9"/>
    <w:rsid w:val="0093186C"/>
    <w:rsid w:val="00932CD7"/>
    <w:rsid w:val="00944C09"/>
    <w:rsid w:val="00944E06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77A5"/>
    <w:rsid w:val="009F0DCC"/>
    <w:rsid w:val="009F11CA"/>
    <w:rsid w:val="00A0695B"/>
    <w:rsid w:val="00A13052"/>
    <w:rsid w:val="00A16077"/>
    <w:rsid w:val="00A216A8"/>
    <w:rsid w:val="00A223A6"/>
    <w:rsid w:val="00A22912"/>
    <w:rsid w:val="00A36156"/>
    <w:rsid w:val="00A3639E"/>
    <w:rsid w:val="00A37E76"/>
    <w:rsid w:val="00A4555E"/>
    <w:rsid w:val="00A5092E"/>
    <w:rsid w:val="00A529B3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B51ED"/>
    <w:rsid w:val="00AC0696"/>
    <w:rsid w:val="00AC4C98"/>
    <w:rsid w:val="00AC520F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1BDB"/>
    <w:rsid w:val="00B3508F"/>
    <w:rsid w:val="00B443EE"/>
    <w:rsid w:val="00B506C7"/>
    <w:rsid w:val="00B560C8"/>
    <w:rsid w:val="00B5769D"/>
    <w:rsid w:val="00B61150"/>
    <w:rsid w:val="00B65BC7"/>
    <w:rsid w:val="00B746B9"/>
    <w:rsid w:val="00B848D4"/>
    <w:rsid w:val="00B865B7"/>
    <w:rsid w:val="00B91B97"/>
    <w:rsid w:val="00B93D2C"/>
    <w:rsid w:val="00BA1CB1"/>
    <w:rsid w:val="00BA4178"/>
    <w:rsid w:val="00BA482D"/>
    <w:rsid w:val="00BB1755"/>
    <w:rsid w:val="00BB23F4"/>
    <w:rsid w:val="00BC3542"/>
    <w:rsid w:val="00BC5075"/>
    <w:rsid w:val="00BC5419"/>
    <w:rsid w:val="00BD3B0F"/>
    <w:rsid w:val="00BD40A8"/>
    <w:rsid w:val="00BE5889"/>
    <w:rsid w:val="00BF1D4C"/>
    <w:rsid w:val="00BF3F0A"/>
    <w:rsid w:val="00C05B92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76B5A"/>
    <w:rsid w:val="00C96AF3"/>
    <w:rsid w:val="00C97CCC"/>
    <w:rsid w:val="00CA0274"/>
    <w:rsid w:val="00CA139A"/>
    <w:rsid w:val="00CA5215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260B"/>
    <w:rsid w:val="00D145BE"/>
    <w:rsid w:val="00D2035A"/>
    <w:rsid w:val="00D20C57"/>
    <w:rsid w:val="00D25D16"/>
    <w:rsid w:val="00D32124"/>
    <w:rsid w:val="00D54C76"/>
    <w:rsid w:val="00D632BB"/>
    <w:rsid w:val="00D71AB7"/>
    <w:rsid w:val="00D71E43"/>
    <w:rsid w:val="00D727F3"/>
    <w:rsid w:val="00D73695"/>
    <w:rsid w:val="00D7587B"/>
    <w:rsid w:val="00D810DE"/>
    <w:rsid w:val="00D87D32"/>
    <w:rsid w:val="00D91188"/>
    <w:rsid w:val="00D92C83"/>
    <w:rsid w:val="00DA0A81"/>
    <w:rsid w:val="00DA29AB"/>
    <w:rsid w:val="00DA3C10"/>
    <w:rsid w:val="00DA50A8"/>
    <w:rsid w:val="00DA53B5"/>
    <w:rsid w:val="00DA54B5"/>
    <w:rsid w:val="00DC1D69"/>
    <w:rsid w:val="00DC5A3A"/>
    <w:rsid w:val="00DD0726"/>
    <w:rsid w:val="00E10071"/>
    <w:rsid w:val="00E238E6"/>
    <w:rsid w:val="00E34CD8"/>
    <w:rsid w:val="00E35064"/>
    <w:rsid w:val="00E3681D"/>
    <w:rsid w:val="00E40225"/>
    <w:rsid w:val="00E43468"/>
    <w:rsid w:val="00E501F0"/>
    <w:rsid w:val="00E6166D"/>
    <w:rsid w:val="00E721C0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D2DE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36199"/>
    <w:rsid w:val="00F438FC"/>
    <w:rsid w:val="00F5616F"/>
    <w:rsid w:val="00F56451"/>
    <w:rsid w:val="00F56827"/>
    <w:rsid w:val="00F62866"/>
    <w:rsid w:val="00F65EF0"/>
    <w:rsid w:val="00F71651"/>
    <w:rsid w:val="00F71924"/>
    <w:rsid w:val="00F76191"/>
    <w:rsid w:val="00F76CC6"/>
    <w:rsid w:val="00F8149F"/>
    <w:rsid w:val="00F819DD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89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4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b6c62f6-5287-445c-95c2-5bb291441dd9">Validation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1701B0CB8C4342A96DE923237A24F1" ma:contentTypeVersion="3" ma:contentTypeDescription="Create a new document." ma:contentTypeScope="" ma:versionID="c6095a326ae2c4e654b004345b60973f">
  <xsd:schema xmlns:xsd="http://www.w3.org/2001/XMLSchema" xmlns:xs="http://www.w3.org/2001/XMLSchema" xmlns:p="http://schemas.microsoft.com/office/2006/metadata/properties" xmlns:ns2="1b6c62f6-5287-445c-95c2-5bb291441dd9" targetNamespace="http://schemas.microsoft.com/office/2006/metadata/properties" ma:root="true" ma:fieldsID="d242d6e4428b8f30318aca7c5d2a7282" ns2:_="">
    <xsd:import namespace="1b6c62f6-5287-445c-95c2-5bb291441d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6c62f6-5287-445c-95c2-5bb291441d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A6B7230-A9F3-451E-AF36-6F76AEE64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1b6c62f6-5287-445c-95c2-5bb291441dd9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2339243-F6AF-4338-9F45-50D9F48BD6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6c62f6-5287-445c-95c2-5bb291441d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274</TotalTime>
  <Pages>5</Pages>
  <Words>1089</Words>
  <Characters>6209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Rebecca Ford</cp:lastModifiedBy>
  <cp:revision>40</cp:revision>
  <cp:lastPrinted>2016-05-27T05:21:00Z</cp:lastPrinted>
  <dcterms:created xsi:type="dcterms:W3CDTF">2020-08-25T06:08:00Z</dcterms:created>
  <dcterms:modified xsi:type="dcterms:W3CDTF">2021-06-08T06:31:00Z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0x0101004B1701B0CB8C4342A96DE923237A24F1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